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r w:rsidR="006C7751" w:rsidRPr="009F7EE2">
        <w:rPr>
          <w:rFonts w:eastAsia="Calibri"/>
          <w:lang w:val="et-EE"/>
        </w:rPr>
        <w:t>hiliseima digitaalallkirja kuupäev</w:t>
      </w:r>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CB61F88" w:rsidR="00FE2065" w:rsidRPr="00CD01B9" w:rsidRDefault="00705773" w:rsidP="00812B9A">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F1324">
        <w:rPr>
          <w:rFonts w:ascii="Times New Roman" w:hAnsi="Times New Roman" w:cs="Times New Roman"/>
          <w:sz w:val="24"/>
          <w:szCs w:val="24"/>
        </w:rPr>
        <w:t>.2809</w:t>
      </w:r>
      <w:r w:rsidRPr="00CD01B9">
        <w:rPr>
          <w:rFonts w:ascii="Times New Roman" w:hAnsi="Times New Roman" w:cs="Times New Roman"/>
          <w:sz w:val="24"/>
          <w:szCs w:val="24"/>
        </w:rPr>
        <w:t xml:space="preserve"> „</w:t>
      </w:r>
      <w:r w:rsidR="00E463AC" w:rsidRPr="00E463AC">
        <w:rPr>
          <w:rFonts w:ascii="Times New Roman" w:hAnsi="Times New Roman" w:cs="Times New Roman"/>
          <w:bCs/>
          <w:i/>
          <w:sz w:val="24"/>
          <w:szCs w:val="24"/>
        </w:rPr>
        <w:t>Halla teed</w:t>
      </w:r>
      <w:r w:rsidR="004E2366">
        <w:rPr>
          <w:rFonts w:ascii="Times New Roman" w:hAnsi="Times New Roman" w:cs="Times New Roman"/>
          <w:bCs/>
          <w:i/>
          <w:sz w:val="24"/>
          <w:szCs w:val="24"/>
        </w:rPr>
        <w:t>e</w:t>
      </w:r>
      <w:r w:rsidR="00812B9A" w:rsidRPr="00812B9A">
        <w:rPr>
          <w:rFonts w:ascii="Times New Roman" w:hAnsi="Times New Roman" w:cs="Times New Roman"/>
          <w:bCs/>
          <w:i/>
          <w:sz w:val="24"/>
          <w:szCs w:val="24"/>
        </w:rPr>
        <w:t xml:space="preserve"> ehitamine</w:t>
      </w:r>
      <w:r w:rsidR="00E463AC">
        <w:rPr>
          <w:rFonts w:ascii="Times New Roman" w:hAnsi="Times New Roman" w:cs="Times New Roman"/>
          <w:bCs/>
          <w:i/>
          <w:sz w:val="24"/>
          <w:szCs w:val="24"/>
        </w:rPr>
        <w:t xml:space="preserve"> ja rekonstrueer</w:t>
      </w:r>
      <w:r w:rsidR="004F1324">
        <w:rPr>
          <w:rFonts w:ascii="Times New Roman" w:hAnsi="Times New Roman" w:cs="Times New Roman"/>
          <w:bCs/>
          <w:i/>
          <w:sz w:val="24"/>
          <w:szCs w:val="24"/>
        </w:rPr>
        <w:t>imine</w:t>
      </w:r>
      <w:r w:rsidRPr="00CD01B9">
        <w:rPr>
          <w:rFonts w:ascii="Times New Roman" w:hAnsi="Times New Roman" w:cs="Times New Roman"/>
          <w:sz w:val="24"/>
          <w:szCs w:val="24"/>
        </w:rPr>
        <w:t>“ (viitenumber</w:t>
      </w:r>
      <w:r w:rsidR="004F1324">
        <w:rPr>
          <w:rFonts w:ascii="Times New Roman" w:hAnsi="Times New Roman" w:cs="Times New Roman"/>
          <w:sz w:val="24"/>
          <w:szCs w:val="24"/>
        </w:rPr>
        <w:t xml:space="preserve"> 263238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DDBAB6B" w:rsidR="00720E3E" w:rsidRPr="00B0096F" w:rsidRDefault="00E463AC" w:rsidP="00CA183A">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Maatervendus</w:t>
      </w:r>
      <w:r w:rsidR="00812B9A" w:rsidRPr="00B0096F">
        <w:rPr>
          <w:rFonts w:ascii="Times New Roman" w:hAnsi="Times New Roman" w:cs="Times New Roman"/>
          <w:sz w:val="24"/>
          <w:szCs w:val="24"/>
        </w:rPr>
        <w:t xml:space="preserve"> OÜ</w:t>
      </w:r>
      <w:r w:rsidR="00C5672D" w:rsidRPr="00B0096F">
        <w:rPr>
          <w:rFonts w:ascii="Times New Roman" w:hAnsi="Times New Roman" w:cs="Times New Roman"/>
          <w:sz w:val="24"/>
          <w:szCs w:val="24"/>
        </w:rPr>
        <w:t xml:space="preserve"> poolt koostatud „</w:t>
      </w:r>
      <w:r w:rsidRPr="00E463AC">
        <w:rPr>
          <w:rFonts w:ascii="Times New Roman" w:hAnsi="Times New Roman" w:cs="Times New Roman"/>
          <w:sz w:val="24"/>
          <w:szCs w:val="24"/>
        </w:rPr>
        <w:t>Halla teed</w:t>
      </w:r>
      <w:r w:rsidR="004E2366">
        <w:rPr>
          <w:rFonts w:ascii="Times New Roman" w:hAnsi="Times New Roman" w:cs="Times New Roman"/>
          <w:sz w:val="24"/>
          <w:szCs w:val="24"/>
        </w:rPr>
        <w:t>e</w:t>
      </w:r>
      <w:r w:rsidR="00C5672D" w:rsidRPr="00B0096F">
        <w:rPr>
          <w:rFonts w:ascii="Times New Roman" w:hAnsi="Times New Roman" w:cs="Times New Roman"/>
          <w:sz w:val="24"/>
          <w:szCs w:val="24"/>
        </w:rPr>
        <w:t xml:space="preserve"> </w:t>
      </w:r>
      <w:r w:rsidR="00B0096F">
        <w:rPr>
          <w:rFonts w:ascii="Times New Roman" w:hAnsi="Times New Roman" w:cs="Times New Roman"/>
          <w:sz w:val="24"/>
          <w:szCs w:val="24"/>
        </w:rPr>
        <w:t>ehitus</w:t>
      </w:r>
      <w:r>
        <w:rPr>
          <w:rFonts w:ascii="Times New Roman" w:hAnsi="Times New Roman" w:cs="Times New Roman"/>
          <w:sz w:val="24"/>
          <w:szCs w:val="24"/>
        </w:rPr>
        <w:t>-rekonstrueeri</w:t>
      </w:r>
      <w:r w:rsidR="00E02851">
        <w:rPr>
          <w:rFonts w:ascii="Times New Roman" w:hAnsi="Times New Roman" w:cs="Times New Roman"/>
          <w:sz w:val="24"/>
          <w:szCs w:val="24"/>
        </w:rPr>
        <w:t>mis</w:t>
      </w:r>
      <w:r w:rsidR="00C5672D" w:rsidRPr="00B0096F">
        <w:rPr>
          <w:rFonts w:ascii="Times New Roman" w:hAnsi="Times New Roman" w:cs="Times New Roman"/>
          <w:sz w:val="24"/>
          <w:szCs w:val="24"/>
        </w:rPr>
        <w:t>projekt“</w:t>
      </w:r>
      <w:r w:rsidR="00CE7F25" w:rsidRPr="00B0096F">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84A9431"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B0096F">
        <w:rPr>
          <w:rFonts w:ascii="Times New Roman" w:hAnsi="Times New Roman" w:cs="Times New Roman"/>
          <w:sz w:val="24"/>
          <w:szCs w:val="24"/>
        </w:rPr>
        <w:t>Võru</w:t>
      </w:r>
      <w:r w:rsidR="00240C3D" w:rsidRPr="007D478A">
        <w:rPr>
          <w:rFonts w:ascii="Times New Roman" w:hAnsi="Times New Roman" w:cs="Times New Roman"/>
          <w:sz w:val="24"/>
          <w:szCs w:val="24"/>
        </w:rPr>
        <w:t xml:space="preserve"> maakonna </w:t>
      </w:r>
      <w:r w:rsidR="00CC7917" w:rsidRPr="00CC7917">
        <w:rPr>
          <w:rFonts w:ascii="Times New Roman" w:hAnsi="Times New Roman" w:cs="Times New Roman"/>
          <w:sz w:val="24"/>
          <w:szCs w:val="24"/>
        </w:rPr>
        <w:t xml:space="preserve">Haava - </w:t>
      </w:r>
      <w:proofErr w:type="spellStart"/>
      <w:r w:rsidR="00CC7917" w:rsidRPr="00CC7917">
        <w:rPr>
          <w:rFonts w:ascii="Times New Roman" w:hAnsi="Times New Roman" w:cs="Times New Roman"/>
          <w:sz w:val="24"/>
          <w:szCs w:val="24"/>
        </w:rPr>
        <w:t>Perametsa</w:t>
      </w:r>
      <w:proofErr w:type="spellEnd"/>
      <w:r w:rsidR="00CC7917" w:rsidRPr="00CC7917">
        <w:rPr>
          <w:rFonts w:ascii="Times New Roman" w:hAnsi="Times New Roman" w:cs="Times New Roman"/>
          <w:sz w:val="24"/>
          <w:szCs w:val="24"/>
        </w:rPr>
        <w:t xml:space="preserve"> tee</w:t>
      </w:r>
      <w:r w:rsidR="00CC7917">
        <w:rPr>
          <w:rFonts w:ascii="Times New Roman" w:hAnsi="Times New Roman" w:cs="Times New Roman"/>
          <w:sz w:val="24"/>
          <w:szCs w:val="24"/>
        </w:rPr>
        <w:t xml:space="preserve">, </w:t>
      </w:r>
      <w:r w:rsidR="00CC7917" w:rsidRPr="00CC7917">
        <w:rPr>
          <w:rFonts w:ascii="Times New Roman" w:hAnsi="Times New Roman" w:cs="Times New Roman"/>
          <w:sz w:val="24"/>
          <w:szCs w:val="24"/>
        </w:rPr>
        <w:t xml:space="preserve">Haava - </w:t>
      </w:r>
      <w:proofErr w:type="spellStart"/>
      <w:r w:rsidR="00CC7917" w:rsidRPr="00CC7917">
        <w:rPr>
          <w:rFonts w:ascii="Times New Roman" w:hAnsi="Times New Roman" w:cs="Times New Roman"/>
          <w:sz w:val="24"/>
          <w:szCs w:val="24"/>
        </w:rPr>
        <w:t>Rauba</w:t>
      </w:r>
      <w:proofErr w:type="spellEnd"/>
      <w:r w:rsidR="00CC7917" w:rsidRPr="00CC7917">
        <w:rPr>
          <w:rFonts w:ascii="Times New Roman" w:hAnsi="Times New Roman" w:cs="Times New Roman"/>
          <w:sz w:val="24"/>
          <w:szCs w:val="24"/>
        </w:rPr>
        <w:t xml:space="preserve"> tee</w:t>
      </w:r>
      <w:r w:rsidR="00E4391A">
        <w:rPr>
          <w:rFonts w:ascii="Times New Roman" w:hAnsi="Times New Roman" w:cs="Times New Roman"/>
          <w:sz w:val="24"/>
          <w:szCs w:val="24"/>
        </w:rPr>
        <w:t xml:space="preserve">, </w:t>
      </w:r>
      <w:r w:rsidR="00CC7917" w:rsidRPr="00CC7917">
        <w:rPr>
          <w:rFonts w:ascii="Times New Roman" w:hAnsi="Times New Roman" w:cs="Times New Roman"/>
          <w:sz w:val="24"/>
          <w:szCs w:val="24"/>
        </w:rPr>
        <w:t>Halla tee</w:t>
      </w:r>
      <w:r w:rsidR="00E4391A">
        <w:rPr>
          <w:rFonts w:ascii="Times New Roman" w:hAnsi="Times New Roman" w:cs="Times New Roman"/>
          <w:sz w:val="24"/>
          <w:szCs w:val="24"/>
        </w:rPr>
        <w:t xml:space="preserve">, </w:t>
      </w:r>
      <w:proofErr w:type="spellStart"/>
      <w:r w:rsidR="00CC7917" w:rsidRPr="00CC7917">
        <w:rPr>
          <w:rFonts w:ascii="Times New Roman" w:hAnsi="Times New Roman" w:cs="Times New Roman"/>
          <w:sz w:val="24"/>
          <w:szCs w:val="24"/>
        </w:rPr>
        <w:t>Tõlija</w:t>
      </w:r>
      <w:proofErr w:type="spellEnd"/>
      <w:r w:rsidR="00CC7917" w:rsidRPr="00CC7917">
        <w:rPr>
          <w:rFonts w:ascii="Times New Roman" w:hAnsi="Times New Roman" w:cs="Times New Roman"/>
          <w:sz w:val="24"/>
          <w:szCs w:val="24"/>
        </w:rPr>
        <w:t xml:space="preserve"> – </w:t>
      </w:r>
      <w:proofErr w:type="spellStart"/>
      <w:r w:rsidR="00CC7917" w:rsidRPr="00CC7917">
        <w:rPr>
          <w:rFonts w:ascii="Times New Roman" w:hAnsi="Times New Roman" w:cs="Times New Roman"/>
          <w:sz w:val="24"/>
          <w:szCs w:val="24"/>
        </w:rPr>
        <w:t>Katlapera</w:t>
      </w:r>
      <w:proofErr w:type="spellEnd"/>
      <w:r w:rsidR="00CC7917" w:rsidRPr="00CC7917">
        <w:rPr>
          <w:rFonts w:ascii="Times New Roman" w:hAnsi="Times New Roman" w:cs="Times New Roman"/>
          <w:sz w:val="24"/>
          <w:szCs w:val="24"/>
        </w:rPr>
        <w:t xml:space="preserve"> tee</w:t>
      </w:r>
      <w:r w:rsidR="00EB0E36">
        <w:rPr>
          <w:rFonts w:ascii="Times New Roman" w:hAnsi="Times New Roman" w:cs="Times New Roman"/>
          <w:sz w:val="24"/>
          <w:szCs w:val="24"/>
        </w:rPr>
        <w:t xml:space="preserve"> ja</w:t>
      </w:r>
      <w:r w:rsidR="00E4391A">
        <w:rPr>
          <w:rFonts w:ascii="Times New Roman" w:hAnsi="Times New Roman" w:cs="Times New Roman"/>
          <w:sz w:val="24"/>
          <w:szCs w:val="24"/>
        </w:rPr>
        <w:t xml:space="preserve"> </w:t>
      </w:r>
      <w:proofErr w:type="spellStart"/>
      <w:r w:rsidR="00CC7917" w:rsidRPr="00CC7917">
        <w:rPr>
          <w:rFonts w:ascii="Times New Roman" w:hAnsi="Times New Roman" w:cs="Times New Roman"/>
          <w:sz w:val="24"/>
          <w:szCs w:val="24"/>
        </w:rPr>
        <w:t>Holsta</w:t>
      </w:r>
      <w:proofErr w:type="spellEnd"/>
      <w:r w:rsidR="00CC7917" w:rsidRPr="00CC7917">
        <w:rPr>
          <w:rFonts w:ascii="Times New Roman" w:hAnsi="Times New Roman" w:cs="Times New Roman"/>
          <w:sz w:val="24"/>
          <w:szCs w:val="24"/>
        </w:rPr>
        <w:t xml:space="preserve"> vahtkonna tee</w:t>
      </w:r>
      <w:r w:rsidR="00EB0E36">
        <w:rPr>
          <w:rFonts w:ascii="Times New Roman" w:hAnsi="Times New Roman" w:cs="Times New Roman"/>
          <w:sz w:val="24"/>
          <w:szCs w:val="24"/>
        </w:rPr>
        <w:t xml:space="preserve"> rekonstrueerimine ning</w:t>
      </w:r>
      <w:r w:rsidR="00E4391A">
        <w:rPr>
          <w:rFonts w:ascii="Times New Roman" w:hAnsi="Times New Roman" w:cs="Times New Roman"/>
          <w:sz w:val="24"/>
          <w:szCs w:val="24"/>
        </w:rPr>
        <w:t xml:space="preserve"> </w:t>
      </w:r>
      <w:r w:rsidR="006B1DE2" w:rsidRPr="00CC7917">
        <w:rPr>
          <w:rFonts w:ascii="Times New Roman" w:hAnsi="Times New Roman" w:cs="Times New Roman"/>
          <w:sz w:val="24"/>
          <w:szCs w:val="24"/>
        </w:rPr>
        <w:t>Jahimeeste tee</w:t>
      </w:r>
      <w:r w:rsidR="006B1DE2">
        <w:rPr>
          <w:rFonts w:ascii="Times New Roman" w:hAnsi="Times New Roman" w:cs="Times New Roman"/>
          <w:sz w:val="24"/>
          <w:szCs w:val="24"/>
        </w:rPr>
        <w:t xml:space="preserve">, </w:t>
      </w:r>
      <w:proofErr w:type="spellStart"/>
      <w:r w:rsidR="00CC7917" w:rsidRPr="00CC7917">
        <w:rPr>
          <w:rFonts w:ascii="Times New Roman" w:hAnsi="Times New Roman" w:cs="Times New Roman"/>
          <w:sz w:val="24"/>
          <w:szCs w:val="24"/>
        </w:rPr>
        <w:t>Tsorona</w:t>
      </w:r>
      <w:proofErr w:type="spellEnd"/>
      <w:r w:rsidR="00CC7917" w:rsidRPr="00CC7917">
        <w:rPr>
          <w:rFonts w:ascii="Times New Roman" w:hAnsi="Times New Roman" w:cs="Times New Roman"/>
          <w:sz w:val="24"/>
          <w:szCs w:val="24"/>
        </w:rPr>
        <w:t xml:space="preserve"> metsavahi tee</w:t>
      </w:r>
      <w:r w:rsidR="00E4391A">
        <w:rPr>
          <w:rFonts w:ascii="Times New Roman" w:hAnsi="Times New Roman" w:cs="Times New Roman"/>
          <w:sz w:val="24"/>
          <w:szCs w:val="24"/>
        </w:rPr>
        <w:t xml:space="preserve"> ja </w:t>
      </w:r>
      <w:proofErr w:type="spellStart"/>
      <w:r w:rsidR="00CC7917" w:rsidRPr="00CC7917">
        <w:rPr>
          <w:rFonts w:ascii="Times New Roman" w:hAnsi="Times New Roman" w:cs="Times New Roman"/>
          <w:sz w:val="24"/>
          <w:szCs w:val="24"/>
        </w:rPr>
        <w:t>Viirapalo</w:t>
      </w:r>
      <w:proofErr w:type="spellEnd"/>
      <w:r w:rsidR="00CC7917" w:rsidRPr="00CC7917">
        <w:rPr>
          <w:rFonts w:ascii="Times New Roman" w:hAnsi="Times New Roman" w:cs="Times New Roman"/>
          <w:sz w:val="24"/>
          <w:szCs w:val="24"/>
        </w:rPr>
        <w:t xml:space="preserve"> tee</w:t>
      </w:r>
      <w:r w:rsidR="00B0096F" w:rsidRPr="00B0096F">
        <w:rPr>
          <w:rFonts w:ascii="Times New Roman" w:hAnsi="Times New Roman" w:cs="Times New Roman"/>
          <w:sz w:val="24"/>
          <w:szCs w:val="24"/>
        </w:rPr>
        <w:t xml:space="preserve">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47F75308"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E02851">
        <w:rPr>
          <w:rFonts w:ascii="Times New Roman" w:hAnsi="Times New Roman" w:cs="Times New Roman"/>
          <w:sz w:val="24"/>
          <w:szCs w:val="24"/>
        </w:rPr>
        <w:t>Maatervendus</w:t>
      </w:r>
      <w:r w:rsidR="007D1C14">
        <w:rPr>
          <w:rFonts w:ascii="Times New Roman" w:hAnsi="Times New Roman" w:cs="Times New Roman"/>
          <w:sz w:val="24"/>
          <w:szCs w:val="24"/>
        </w:rPr>
        <w:t xml:space="preserve"> OÜ</w:t>
      </w:r>
      <w:r w:rsidR="001706C2" w:rsidRPr="007D478A">
        <w:rPr>
          <w:rFonts w:ascii="Times New Roman" w:hAnsi="Times New Roman" w:cs="Times New Roman"/>
          <w:sz w:val="24"/>
          <w:szCs w:val="24"/>
        </w:rPr>
        <w:t xml:space="preserve"> poolt koostatud </w:t>
      </w:r>
      <w:r w:rsidR="00E02851" w:rsidRPr="00E02851">
        <w:rPr>
          <w:rFonts w:ascii="Times New Roman" w:hAnsi="Times New Roman" w:cs="Times New Roman"/>
          <w:sz w:val="24"/>
          <w:szCs w:val="24"/>
        </w:rPr>
        <w:t>Halla teed</w:t>
      </w:r>
      <w:r w:rsidR="00E02851">
        <w:rPr>
          <w:rFonts w:ascii="Times New Roman" w:hAnsi="Times New Roman" w:cs="Times New Roman"/>
          <w:sz w:val="24"/>
          <w:szCs w:val="24"/>
        </w:rPr>
        <w:t xml:space="preserve"> </w:t>
      </w:r>
      <w:r w:rsidR="007D1C14">
        <w:rPr>
          <w:rFonts w:ascii="Times New Roman" w:hAnsi="Times New Roman" w:cs="Times New Roman"/>
          <w:sz w:val="24"/>
          <w:szCs w:val="24"/>
        </w:rPr>
        <w:t>ehitus</w:t>
      </w:r>
      <w:r w:rsidR="00E02851">
        <w:rPr>
          <w:rFonts w:ascii="Times New Roman" w:hAnsi="Times New Roman" w:cs="Times New Roman"/>
          <w:sz w:val="24"/>
          <w:szCs w:val="24"/>
        </w:rPr>
        <w:t>-rekonstrueerimis</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63A88A5B"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FF5C0D">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E84441"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alltöövõtu</w:t>
      </w:r>
      <w:r w:rsidR="00003744" w:rsidRPr="00E67DE8">
        <w:rPr>
          <w:rFonts w:ascii="Times New Roman" w:hAnsi="Times New Roman" w:cs="Times New Roman"/>
          <w:sz w:val="24"/>
          <w:szCs w:val="24"/>
        </w:rPr>
        <w:t xml:space="preserve">lepinguid koos kavandatavate alltöövõtjate nimede, kontaktandmed ja teabega nende </w:t>
      </w:r>
      <w:r w:rsidR="00003744" w:rsidRPr="00EA7E09">
        <w:rPr>
          <w:rFonts w:ascii="Times New Roman" w:hAnsi="Times New Roman" w:cs="Times New Roman"/>
          <w:sz w:val="24"/>
          <w:szCs w:val="24"/>
        </w:rPr>
        <w:t xml:space="preserve">seaduslike </w:t>
      </w:r>
      <w:r w:rsidR="00003744" w:rsidRPr="00E84441">
        <w:rPr>
          <w:rFonts w:ascii="Times New Roman" w:hAnsi="Times New Roman" w:cs="Times New Roman"/>
          <w:sz w:val="24"/>
          <w:szCs w:val="24"/>
        </w:rPr>
        <w:t>esindajate kohta;</w:t>
      </w:r>
    </w:p>
    <w:p w14:paraId="3A9201DF" w14:textId="40D5D20F" w:rsidR="002551B0" w:rsidRPr="00E84441" w:rsidRDefault="008A2313" w:rsidP="00E67DE8">
      <w:pPr>
        <w:pStyle w:val="Pealkiri31"/>
        <w:tabs>
          <w:tab w:val="left" w:pos="284"/>
        </w:tabs>
        <w:spacing w:after="0" w:line="240" w:lineRule="auto"/>
        <w:ind w:left="0" w:firstLine="0"/>
        <w:jc w:val="both"/>
        <w:rPr>
          <w:rStyle w:val="normal1"/>
          <w:rFonts w:cs="Times New Roman"/>
          <w:szCs w:val="24"/>
        </w:rPr>
      </w:pPr>
      <w:r w:rsidRPr="00E84441">
        <w:rPr>
          <w:rFonts w:ascii="Times New Roman" w:hAnsi="Times New Roman" w:cs="Times New Roman"/>
          <w:sz w:val="24"/>
          <w:szCs w:val="24"/>
        </w:rPr>
        <w:t>kinni pidama tööde teostamisel t</w:t>
      </w:r>
      <w:r w:rsidR="00705773" w:rsidRPr="00E84441">
        <w:rPr>
          <w:rFonts w:ascii="Times New Roman" w:hAnsi="Times New Roman" w:cs="Times New Roman"/>
          <w:sz w:val="24"/>
          <w:szCs w:val="24"/>
        </w:rPr>
        <w:t>ellija poolt ke</w:t>
      </w:r>
      <w:r w:rsidR="00845209" w:rsidRPr="00E84441">
        <w:rPr>
          <w:rFonts w:ascii="Times New Roman" w:hAnsi="Times New Roman" w:cs="Times New Roman"/>
          <w:sz w:val="24"/>
          <w:szCs w:val="24"/>
        </w:rPr>
        <w:t>htestatud keskkonnaalastest käitumisju</w:t>
      </w:r>
      <w:r w:rsidR="00705773" w:rsidRPr="00E84441">
        <w:rPr>
          <w:rFonts w:ascii="Times New Roman" w:hAnsi="Times New Roman" w:cs="Times New Roman"/>
          <w:sz w:val="24"/>
          <w:szCs w:val="24"/>
        </w:rPr>
        <w:t xml:space="preserve">histest ja projektis esitatud </w:t>
      </w:r>
      <w:r w:rsidR="002747CE" w:rsidRPr="00E84441">
        <w:rPr>
          <w:rFonts w:ascii="Times New Roman" w:hAnsi="Times New Roman" w:cs="Times New Roman"/>
          <w:sz w:val="24"/>
          <w:szCs w:val="24"/>
        </w:rPr>
        <w:t>ehitus</w:t>
      </w:r>
      <w:r w:rsidR="00705773" w:rsidRPr="00E84441">
        <w:rPr>
          <w:rFonts w:ascii="Times New Roman" w:hAnsi="Times New Roman" w:cs="Times New Roman"/>
          <w:sz w:val="24"/>
          <w:szCs w:val="24"/>
        </w:rPr>
        <w:t>objekti omapära arvestavaid nõudeid</w:t>
      </w:r>
      <w:r w:rsidR="00003744" w:rsidRPr="00E84441">
        <w:rPr>
          <w:rStyle w:val="normal1"/>
          <w:rFonts w:cs="Times New Roman"/>
          <w:szCs w:val="24"/>
        </w:rPr>
        <w:t xml:space="preserve">. </w:t>
      </w:r>
      <w:r w:rsidR="002551B0" w:rsidRPr="00E84441">
        <w:rPr>
          <w:rStyle w:val="normal1"/>
          <w:rFonts w:cs="Times New Roman"/>
          <w:szCs w:val="24"/>
        </w:rPr>
        <w:t xml:space="preserve">Jälgima </w:t>
      </w:r>
      <w:r w:rsidR="002551B0" w:rsidRPr="00E84441">
        <w:rPr>
          <w:rFonts w:ascii="Times New Roman" w:eastAsia="Times New Roman" w:hAnsi="Times New Roman" w:cs="Times New Roman"/>
          <w:sz w:val="24"/>
          <w:szCs w:val="24"/>
        </w:rPr>
        <w:t xml:space="preserve">ehitusprojektis peatükk </w:t>
      </w:r>
      <w:r w:rsidR="00502A86" w:rsidRPr="00E84441">
        <w:rPr>
          <w:rFonts w:ascii="Times New Roman" w:eastAsia="Times New Roman" w:hAnsi="Times New Roman" w:cs="Times New Roman"/>
          <w:sz w:val="24"/>
          <w:szCs w:val="24"/>
        </w:rPr>
        <w:t>8</w:t>
      </w:r>
      <w:r w:rsidR="00EA7E09" w:rsidRPr="00E84441">
        <w:rPr>
          <w:rFonts w:ascii="Times New Roman" w:eastAsia="Times New Roman" w:hAnsi="Times New Roman" w:cs="Times New Roman"/>
          <w:sz w:val="24"/>
          <w:szCs w:val="24"/>
        </w:rPr>
        <w:t xml:space="preserve">. </w:t>
      </w:r>
      <w:r w:rsidR="00EA7E09" w:rsidRPr="00BF1160">
        <w:rPr>
          <w:rFonts w:ascii="Times New Roman" w:eastAsia="Times New Roman" w:hAnsi="Times New Roman" w:cs="Times New Roman"/>
          <w:sz w:val="24"/>
          <w:szCs w:val="24"/>
        </w:rPr>
        <w:t xml:space="preserve">Keskkonnakaitse (lk </w:t>
      </w:r>
      <w:r w:rsidR="00A7389F" w:rsidRPr="00BF1160">
        <w:rPr>
          <w:rFonts w:ascii="Times New Roman" w:eastAsia="Times New Roman" w:hAnsi="Times New Roman" w:cs="Times New Roman"/>
          <w:sz w:val="24"/>
          <w:szCs w:val="24"/>
        </w:rPr>
        <w:t>4</w:t>
      </w:r>
      <w:r w:rsidR="00BF1160" w:rsidRPr="00BF1160">
        <w:rPr>
          <w:rFonts w:ascii="Times New Roman" w:eastAsia="Times New Roman" w:hAnsi="Times New Roman" w:cs="Times New Roman"/>
          <w:sz w:val="24"/>
          <w:szCs w:val="24"/>
        </w:rPr>
        <w:t>4</w:t>
      </w:r>
      <w:r w:rsidR="00EA7E09" w:rsidRPr="00BF1160">
        <w:rPr>
          <w:rFonts w:ascii="Times New Roman" w:eastAsia="Times New Roman" w:hAnsi="Times New Roman" w:cs="Times New Roman"/>
          <w:sz w:val="24"/>
          <w:szCs w:val="24"/>
        </w:rPr>
        <w:t>)</w:t>
      </w:r>
      <w:r w:rsidR="002734CB" w:rsidRPr="00BF1160">
        <w:rPr>
          <w:rFonts w:ascii="Times New Roman" w:eastAsia="Times New Roman" w:hAnsi="Times New Roman" w:cs="Times New Roman"/>
          <w:sz w:val="24"/>
          <w:szCs w:val="24"/>
        </w:rPr>
        <w:t xml:space="preserve"> </w:t>
      </w:r>
      <w:r w:rsidR="002551B0" w:rsidRPr="00BF1160">
        <w:rPr>
          <w:rFonts w:ascii="Times New Roman" w:eastAsia="Times New Roman" w:hAnsi="Times New Roman" w:cs="Times New Roman"/>
          <w:sz w:val="24"/>
          <w:szCs w:val="24"/>
        </w:rPr>
        <w:t>ning</w:t>
      </w:r>
      <w:r w:rsidR="002551B0" w:rsidRPr="00E84441">
        <w:rPr>
          <w:rStyle w:val="normal1"/>
          <w:rFonts w:cs="Times New Roman"/>
          <w:szCs w:val="24"/>
        </w:rPr>
        <w:t xml:space="preserve"> tellija poolt koostatud keskkonnaanalüüsis toodut.</w:t>
      </w:r>
    </w:p>
    <w:p w14:paraId="23BA8B94" w14:textId="2B390A6F" w:rsidR="00CD0015" w:rsidRDefault="00CD0015" w:rsidP="00CD0015">
      <w:pPr>
        <w:pStyle w:val="Loendilik"/>
        <w:numPr>
          <w:ilvl w:val="0"/>
          <w:numId w:val="12"/>
        </w:numPr>
        <w:tabs>
          <w:tab w:val="left" w:pos="284"/>
          <w:tab w:val="left" w:pos="426"/>
        </w:tabs>
        <w:spacing w:after="0" w:line="240" w:lineRule="auto"/>
        <w:jc w:val="both"/>
        <w:rPr>
          <w:rStyle w:val="normal1"/>
          <w:rFonts w:cs="Times New Roman"/>
          <w:i/>
          <w:iCs/>
          <w:szCs w:val="24"/>
        </w:rPr>
      </w:pPr>
      <w:proofErr w:type="spellStart"/>
      <w:r w:rsidRPr="00CD0015">
        <w:rPr>
          <w:rStyle w:val="normal1"/>
          <w:rFonts w:cs="Times New Roman"/>
          <w:i/>
          <w:iCs/>
          <w:szCs w:val="24"/>
        </w:rPr>
        <w:t>Holsta</w:t>
      </w:r>
      <w:proofErr w:type="spellEnd"/>
      <w:r w:rsidRPr="00CD0015">
        <w:rPr>
          <w:rStyle w:val="normal1"/>
          <w:rFonts w:cs="Times New Roman"/>
          <w:i/>
          <w:iCs/>
          <w:szCs w:val="24"/>
        </w:rPr>
        <w:t xml:space="preserve"> vahtkonna tee ääres vasakul pikettide vahemikus 2+10+3+30 asetseb VEP.</w:t>
      </w:r>
    </w:p>
    <w:p w14:paraId="55CAEB49" w14:textId="2E37C1F2" w:rsidR="002551B0" w:rsidRDefault="00857E1D" w:rsidP="00CD0015">
      <w:pPr>
        <w:pStyle w:val="Loendilik"/>
        <w:numPr>
          <w:ilvl w:val="0"/>
          <w:numId w:val="12"/>
        </w:numPr>
        <w:tabs>
          <w:tab w:val="left" w:pos="284"/>
          <w:tab w:val="left" w:pos="426"/>
        </w:tabs>
        <w:spacing w:after="0" w:line="240" w:lineRule="auto"/>
        <w:jc w:val="both"/>
        <w:rPr>
          <w:rFonts w:ascii="Times New Roman" w:hAnsi="Times New Roman" w:cs="Times New Roman"/>
          <w:i/>
          <w:sz w:val="24"/>
          <w:szCs w:val="24"/>
        </w:rPr>
      </w:pPr>
      <w:proofErr w:type="spellStart"/>
      <w:r w:rsidRPr="00857E1D">
        <w:rPr>
          <w:rFonts w:ascii="Times New Roman" w:hAnsi="Times New Roman" w:cs="Times New Roman"/>
          <w:i/>
          <w:sz w:val="24"/>
          <w:szCs w:val="24"/>
        </w:rPr>
        <w:t>Tõlja-Katlapera</w:t>
      </w:r>
      <w:proofErr w:type="spellEnd"/>
      <w:r w:rsidRPr="00857E1D">
        <w:rPr>
          <w:rFonts w:ascii="Times New Roman" w:hAnsi="Times New Roman" w:cs="Times New Roman"/>
          <w:i/>
          <w:sz w:val="24"/>
          <w:szCs w:val="24"/>
        </w:rPr>
        <w:t xml:space="preserve"> tee ääres  paremal pikettide vahemikus 11+00 kuni 13+50 asetseb VEP.</w:t>
      </w:r>
    </w:p>
    <w:p w14:paraId="361D4C1C" w14:textId="5822302B" w:rsidR="00857E1D" w:rsidRDefault="00CB5120" w:rsidP="00CD0015">
      <w:pPr>
        <w:pStyle w:val="Loendilik"/>
        <w:numPr>
          <w:ilvl w:val="0"/>
          <w:numId w:val="12"/>
        </w:numPr>
        <w:tabs>
          <w:tab w:val="left" w:pos="284"/>
          <w:tab w:val="left" w:pos="426"/>
        </w:tabs>
        <w:spacing w:after="0" w:line="240" w:lineRule="auto"/>
        <w:jc w:val="both"/>
        <w:rPr>
          <w:rFonts w:ascii="Times New Roman" w:hAnsi="Times New Roman" w:cs="Times New Roman"/>
          <w:i/>
          <w:sz w:val="24"/>
          <w:szCs w:val="24"/>
        </w:rPr>
      </w:pPr>
      <w:r w:rsidRPr="00CB5120">
        <w:rPr>
          <w:rFonts w:ascii="Times New Roman" w:hAnsi="Times New Roman" w:cs="Times New Roman"/>
          <w:i/>
          <w:sz w:val="24"/>
          <w:szCs w:val="24"/>
        </w:rPr>
        <w:t>Halla tee pikett pk10 juures vasakul asetseb 40m kaugusel VEP.</w:t>
      </w:r>
    </w:p>
    <w:p w14:paraId="6F11B4B0" w14:textId="5466B523" w:rsidR="00AD7877" w:rsidRPr="00E84441" w:rsidRDefault="00AD7877" w:rsidP="00CD0015">
      <w:pPr>
        <w:pStyle w:val="Loendilik"/>
        <w:numPr>
          <w:ilvl w:val="0"/>
          <w:numId w:val="12"/>
        </w:numPr>
        <w:tabs>
          <w:tab w:val="left" w:pos="284"/>
          <w:tab w:val="left" w:pos="426"/>
        </w:tabs>
        <w:spacing w:after="0" w:line="240" w:lineRule="auto"/>
        <w:jc w:val="both"/>
        <w:rPr>
          <w:rFonts w:ascii="Times New Roman" w:hAnsi="Times New Roman" w:cs="Times New Roman"/>
          <w:i/>
          <w:sz w:val="24"/>
          <w:szCs w:val="24"/>
        </w:rPr>
      </w:pPr>
      <w:r w:rsidRPr="00AD7877">
        <w:rPr>
          <w:rFonts w:ascii="Times New Roman" w:hAnsi="Times New Roman" w:cs="Times New Roman"/>
          <w:i/>
          <w:sz w:val="24"/>
          <w:szCs w:val="24"/>
        </w:rPr>
        <w:t>Halla tee paikneb Kääpa 13703 kaitsevööndis.</w:t>
      </w:r>
    </w:p>
    <w:p w14:paraId="77AAC424" w14:textId="77777777" w:rsidR="00705773" w:rsidRPr="00AC5BDB"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E84441">
        <w:rPr>
          <w:rFonts w:ascii="Times New Roman" w:hAnsi="Times New Roman" w:cs="Times New Roman"/>
          <w:sz w:val="24"/>
          <w:szCs w:val="24"/>
        </w:rPr>
        <w:t>teostama t</w:t>
      </w:r>
      <w:r w:rsidR="00705773" w:rsidRPr="00E84441">
        <w:rPr>
          <w:rFonts w:ascii="Times New Roman" w:hAnsi="Times New Roman" w:cs="Times New Roman"/>
          <w:sz w:val="24"/>
          <w:szCs w:val="24"/>
        </w:rPr>
        <w:t xml:space="preserve">ööd, s.h projekti muutmisest </w:t>
      </w:r>
      <w:r w:rsidRPr="00E84441">
        <w:rPr>
          <w:rFonts w:ascii="Times New Roman" w:hAnsi="Times New Roman" w:cs="Times New Roman"/>
          <w:sz w:val="24"/>
          <w:szCs w:val="24"/>
        </w:rPr>
        <w:t>tulenevad lisatööd, p</w:t>
      </w:r>
      <w:r w:rsidR="00705773" w:rsidRPr="00E84441">
        <w:rPr>
          <w:rFonts w:ascii="Times New Roman" w:hAnsi="Times New Roman" w:cs="Times New Roman"/>
          <w:sz w:val="24"/>
          <w:szCs w:val="24"/>
        </w:rPr>
        <w:t>akkumises toodud hindadega, tähtaegselt ja k</w:t>
      </w:r>
      <w:r w:rsidRPr="00E84441">
        <w:rPr>
          <w:rFonts w:ascii="Times New Roman" w:hAnsi="Times New Roman" w:cs="Times New Roman"/>
          <w:sz w:val="24"/>
          <w:szCs w:val="24"/>
        </w:rPr>
        <w:t>valiteetselt</w:t>
      </w:r>
      <w:r w:rsidRPr="00AC5BDB">
        <w:rPr>
          <w:rFonts w:ascii="Times New Roman" w:hAnsi="Times New Roman" w:cs="Times New Roman"/>
          <w:sz w:val="24"/>
          <w:szCs w:val="24"/>
        </w:rPr>
        <w:t xml:space="preserve"> ning informeerima t</w:t>
      </w:r>
      <w:r w:rsidR="00705773" w:rsidRPr="00AC5BDB">
        <w:rPr>
          <w:rFonts w:ascii="Times New Roman" w:hAnsi="Times New Roman" w:cs="Times New Roman"/>
          <w:sz w:val="24"/>
          <w:szCs w:val="24"/>
        </w:rPr>
        <w:t>ellijat tööde või lisatööde hili</w:t>
      </w:r>
      <w:r w:rsidR="00705773" w:rsidRPr="00AC5BDB">
        <w:rPr>
          <w:rFonts w:ascii="Times New Roman" w:hAnsi="Times New Roman" w:cs="Times New Roman"/>
          <w:sz w:val="24"/>
          <w:szCs w:val="24"/>
        </w:rPr>
        <w:softHyphen/>
        <w:t>ne</w:t>
      </w:r>
      <w:r w:rsidR="00705773" w:rsidRPr="00AC5BDB">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C5BDB">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w:t>
      </w:r>
      <w:r w:rsidRPr="00E67DE8">
        <w:rPr>
          <w:rFonts w:ascii="Times New Roman" w:hAnsi="Times New Roman" w:cs="Times New Roman"/>
          <w:sz w:val="24"/>
          <w:szCs w:val="24"/>
        </w:rPr>
        <w:t xml:space="preserve">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1" w:name="_Hlk120112615"/>
      <w:r w:rsidR="004E2589">
        <w:rPr>
          <w:rFonts w:ascii="Times New Roman" w:hAnsi="Times New Roman" w:cs="Times New Roman"/>
          <w:sz w:val="24"/>
          <w:szCs w:val="24"/>
        </w:rPr>
        <w:t xml:space="preserve">Transpordiameti </w:t>
      </w:r>
      <w:bookmarkEnd w:id="1"/>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483235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9F1180" w:rsidRPr="000F4802">
        <w:rPr>
          <w:rFonts w:ascii="Times New Roman" w:eastAsia="Times New Roman" w:hAnsi="Times New Roman" w:cs="Times New Roman"/>
          <w:sz w:val="24"/>
          <w:szCs w:val="24"/>
        </w:rPr>
        <w:t xml:space="preserve">Meris Süsta, tel: 5064594, e-mail: </w:t>
      </w:r>
      <w:hyperlink r:id="rId10" w:history="1">
        <w:r w:rsidR="009F1180" w:rsidRPr="000F4802">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9F7EE2"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CFEEDA8" w:rsidR="00705773" w:rsidRDefault="001B5211"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9F7EE2"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9F7EE2"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9F7EE2"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9F7EE2"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9F7EE2"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3DE7A" w14:textId="77777777" w:rsidR="00A54097" w:rsidRDefault="00A54097" w:rsidP="00705773">
      <w:pPr>
        <w:spacing w:after="0" w:line="240" w:lineRule="auto"/>
      </w:pPr>
      <w:r>
        <w:separator/>
      </w:r>
    </w:p>
  </w:endnote>
  <w:endnote w:type="continuationSeparator" w:id="0">
    <w:p w14:paraId="1A4052EE" w14:textId="77777777" w:rsidR="00A54097" w:rsidRDefault="00A5409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8C433" w14:textId="77777777" w:rsidR="00A54097" w:rsidRDefault="00A54097" w:rsidP="00705773">
      <w:pPr>
        <w:spacing w:after="0" w:line="240" w:lineRule="auto"/>
      </w:pPr>
      <w:r>
        <w:separator/>
      </w:r>
    </w:p>
  </w:footnote>
  <w:footnote w:type="continuationSeparator" w:id="0">
    <w:p w14:paraId="3561EBF2" w14:textId="77777777" w:rsidR="00A54097" w:rsidRDefault="00A5409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A5833"/>
    <w:multiLevelType w:val="hybridMultilevel"/>
    <w:tmpl w:val="999692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706369784">
    <w:abstractNumId w:val="11"/>
  </w:num>
  <w:num w:numId="11" w16cid:durableId="961493652">
    <w:abstractNumId w:val="7"/>
  </w:num>
  <w:num w:numId="12" w16cid:durableId="538855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06B6"/>
    <w:rsid w:val="000B19CE"/>
    <w:rsid w:val="000B7084"/>
    <w:rsid w:val="000C23AF"/>
    <w:rsid w:val="000C3743"/>
    <w:rsid w:val="000C4124"/>
    <w:rsid w:val="000D545C"/>
    <w:rsid w:val="000D6420"/>
    <w:rsid w:val="000D6BF8"/>
    <w:rsid w:val="000E1DDF"/>
    <w:rsid w:val="000F2C04"/>
    <w:rsid w:val="000F6C7B"/>
    <w:rsid w:val="001046B0"/>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B5211"/>
    <w:rsid w:val="001C46CC"/>
    <w:rsid w:val="001E299B"/>
    <w:rsid w:val="001E43DF"/>
    <w:rsid w:val="001E5D59"/>
    <w:rsid w:val="001F53F7"/>
    <w:rsid w:val="00201C05"/>
    <w:rsid w:val="00211F31"/>
    <w:rsid w:val="0022315F"/>
    <w:rsid w:val="00230643"/>
    <w:rsid w:val="00233204"/>
    <w:rsid w:val="00237467"/>
    <w:rsid w:val="0023764E"/>
    <w:rsid w:val="00240C3D"/>
    <w:rsid w:val="00243B29"/>
    <w:rsid w:val="00245FE2"/>
    <w:rsid w:val="00246934"/>
    <w:rsid w:val="002551B0"/>
    <w:rsid w:val="002734CB"/>
    <w:rsid w:val="002747CE"/>
    <w:rsid w:val="00281267"/>
    <w:rsid w:val="00282CAD"/>
    <w:rsid w:val="00292171"/>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15A53"/>
    <w:rsid w:val="00320DDC"/>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366"/>
    <w:rsid w:val="004E2589"/>
    <w:rsid w:val="004E7551"/>
    <w:rsid w:val="004F1324"/>
    <w:rsid w:val="004F4A55"/>
    <w:rsid w:val="004F5D8E"/>
    <w:rsid w:val="005012FE"/>
    <w:rsid w:val="00502A86"/>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6AF5"/>
    <w:rsid w:val="006339B1"/>
    <w:rsid w:val="00642E49"/>
    <w:rsid w:val="00645DCF"/>
    <w:rsid w:val="00647FC4"/>
    <w:rsid w:val="00657B0E"/>
    <w:rsid w:val="0066511C"/>
    <w:rsid w:val="00665AF3"/>
    <w:rsid w:val="006710C0"/>
    <w:rsid w:val="006731FB"/>
    <w:rsid w:val="0068271C"/>
    <w:rsid w:val="006879DE"/>
    <w:rsid w:val="0069273B"/>
    <w:rsid w:val="006A4246"/>
    <w:rsid w:val="006A5762"/>
    <w:rsid w:val="006A7599"/>
    <w:rsid w:val="006A7AB6"/>
    <w:rsid w:val="006B1DE2"/>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1C14"/>
    <w:rsid w:val="007D478A"/>
    <w:rsid w:val="007D545A"/>
    <w:rsid w:val="007F3944"/>
    <w:rsid w:val="007F3F8E"/>
    <w:rsid w:val="00804615"/>
    <w:rsid w:val="00805107"/>
    <w:rsid w:val="00807879"/>
    <w:rsid w:val="00812B9A"/>
    <w:rsid w:val="00813406"/>
    <w:rsid w:val="0081395D"/>
    <w:rsid w:val="00815B0C"/>
    <w:rsid w:val="00834585"/>
    <w:rsid w:val="00841D8B"/>
    <w:rsid w:val="00845209"/>
    <w:rsid w:val="008454CD"/>
    <w:rsid w:val="00857E1D"/>
    <w:rsid w:val="00865F91"/>
    <w:rsid w:val="008723AA"/>
    <w:rsid w:val="00872C61"/>
    <w:rsid w:val="008929D8"/>
    <w:rsid w:val="008A2313"/>
    <w:rsid w:val="008B5144"/>
    <w:rsid w:val="008B78B6"/>
    <w:rsid w:val="008C316C"/>
    <w:rsid w:val="008C6D05"/>
    <w:rsid w:val="008D1C0E"/>
    <w:rsid w:val="008D4631"/>
    <w:rsid w:val="008D4AF3"/>
    <w:rsid w:val="008F07A8"/>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D16AB"/>
    <w:rsid w:val="009D47F5"/>
    <w:rsid w:val="009D5EC5"/>
    <w:rsid w:val="009E2C79"/>
    <w:rsid w:val="009E5EC6"/>
    <w:rsid w:val="009F1180"/>
    <w:rsid w:val="009F176A"/>
    <w:rsid w:val="009F210B"/>
    <w:rsid w:val="009F7EE2"/>
    <w:rsid w:val="00A05BA8"/>
    <w:rsid w:val="00A1642F"/>
    <w:rsid w:val="00A225B5"/>
    <w:rsid w:val="00A23909"/>
    <w:rsid w:val="00A274A5"/>
    <w:rsid w:val="00A32095"/>
    <w:rsid w:val="00A32F4F"/>
    <w:rsid w:val="00A338CC"/>
    <w:rsid w:val="00A41C1D"/>
    <w:rsid w:val="00A43226"/>
    <w:rsid w:val="00A509D7"/>
    <w:rsid w:val="00A54097"/>
    <w:rsid w:val="00A56646"/>
    <w:rsid w:val="00A65C86"/>
    <w:rsid w:val="00A7004A"/>
    <w:rsid w:val="00A7389F"/>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5BDB"/>
    <w:rsid w:val="00AD7877"/>
    <w:rsid w:val="00AE5542"/>
    <w:rsid w:val="00AF2FAA"/>
    <w:rsid w:val="00AF5E2E"/>
    <w:rsid w:val="00B0096F"/>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1160"/>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B5120"/>
    <w:rsid w:val="00CC3CC1"/>
    <w:rsid w:val="00CC6626"/>
    <w:rsid w:val="00CC7917"/>
    <w:rsid w:val="00CD0015"/>
    <w:rsid w:val="00CD01B9"/>
    <w:rsid w:val="00CE01CB"/>
    <w:rsid w:val="00CE364A"/>
    <w:rsid w:val="00CE7F25"/>
    <w:rsid w:val="00CF42C1"/>
    <w:rsid w:val="00CF7CF3"/>
    <w:rsid w:val="00D0300B"/>
    <w:rsid w:val="00D07FE1"/>
    <w:rsid w:val="00D326B1"/>
    <w:rsid w:val="00D3527A"/>
    <w:rsid w:val="00D44D3C"/>
    <w:rsid w:val="00D4639A"/>
    <w:rsid w:val="00D47D23"/>
    <w:rsid w:val="00D47E1E"/>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2851"/>
    <w:rsid w:val="00E031BB"/>
    <w:rsid w:val="00E07DDA"/>
    <w:rsid w:val="00E10FCA"/>
    <w:rsid w:val="00E172A6"/>
    <w:rsid w:val="00E31834"/>
    <w:rsid w:val="00E31BC5"/>
    <w:rsid w:val="00E4391A"/>
    <w:rsid w:val="00E463AC"/>
    <w:rsid w:val="00E50701"/>
    <w:rsid w:val="00E54F51"/>
    <w:rsid w:val="00E67DE8"/>
    <w:rsid w:val="00E7790D"/>
    <w:rsid w:val="00E81519"/>
    <w:rsid w:val="00E84441"/>
    <w:rsid w:val="00E84463"/>
    <w:rsid w:val="00E931E8"/>
    <w:rsid w:val="00EA2B33"/>
    <w:rsid w:val="00EA7C02"/>
    <w:rsid w:val="00EA7E09"/>
    <w:rsid w:val="00EB0E36"/>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C0D"/>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C57B7"/>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1456E"/>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97271"/>
    <w:rsid w:val="00BA7C7D"/>
    <w:rsid w:val="00BD445D"/>
    <w:rsid w:val="00C11BB1"/>
    <w:rsid w:val="00C33B34"/>
    <w:rsid w:val="00C42131"/>
    <w:rsid w:val="00C8176A"/>
    <w:rsid w:val="00C967F0"/>
    <w:rsid w:val="00C97D2F"/>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255</TotalTime>
  <Pages>11</Pages>
  <Words>4683</Words>
  <Characters>26699</Characters>
  <Application>Microsoft Office Word</Application>
  <DocSecurity>0</DocSecurity>
  <Lines>222</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126</cp:revision>
  <dcterms:created xsi:type="dcterms:W3CDTF">2022-09-01T10:45:00Z</dcterms:created>
  <dcterms:modified xsi:type="dcterms:W3CDTF">2023-04-12T10:20:00Z</dcterms:modified>
</cp:coreProperties>
</file>